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F05BFE" w:rsidRPr="001F4C84">
        <w:rPr>
          <w:b/>
        </w:rPr>
        <w:t>Dodávka a montáž kol SHV MPV 22.2 - 04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F92576" w:rsidRDefault="00BD0688" w:rsidP="00BD0688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 xml:space="preserve">Příloha 1 </w:t>
      </w:r>
      <w:r w:rsidR="00F92576" w:rsidRPr="00F92576">
        <w:rPr>
          <w:sz w:val="18"/>
          <w:szCs w:val="18"/>
        </w:rPr>
        <w:t>Položkový s</w:t>
      </w:r>
      <w:r w:rsidRPr="00F92576">
        <w:rPr>
          <w:sz w:val="18"/>
          <w:szCs w:val="18"/>
        </w:rPr>
        <w:t xml:space="preserve">oupis </w:t>
      </w:r>
    </w:p>
    <w:p w:rsidR="00BD0688" w:rsidRPr="00F92576" w:rsidRDefault="00BD0688" w:rsidP="00BD0688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>Příloha 2 Formulář ČP o splnění základní způsobilosti</w:t>
      </w:r>
    </w:p>
    <w:p w:rsidR="00BD0688" w:rsidRPr="00F92576" w:rsidRDefault="00BD0688" w:rsidP="00BD0688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>Příloha 3 Formulář nabídky</w:t>
      </w:r>
    </w:p>
    <w:p w:rsidR="00BD0688" w:rsidRPr="00F92576" w:rsidRDefault="00BD0688" w:rsidP="00BD0688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>Příloh</w:t>
      </w:r>
      <w:r w:rsidR="00F92576" w:rsidRPr="00F92576">
        <w:rPr>
          <w:sz w:val="18"/>
          <w:szCs w:val="18"/>
        </w:rPr>
        <w:t>a 4</w:t>
      </w:r>
      <w:r w:rsidRPr="00F92576">
        <w:rPr>
          <w:sz w:val="18"/>
          <w:szCs w:val="18"/>
        </w:rPr>
        <w:t xml:space="preserve"> Návrh smlouvy o dílo</w:t>
      </w:r>
    </w:p>
    <w:p w:rsidR="00BD0688" w:rsidRPr="00F92576" w:rsidRDefault="00F92576" w:rsidP="00BD0688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>Příloha 5</w:t>
      </w:r>
      <w:r w:rsidR="00BD0688" w:rsidRPr="00F92576">
        <w:rPr>
          <w:sz w:val="18"/>
          <w:szCs w:val="18"/>
        </w:rPr>
        <w:t xml:space="preserve"> Analýza nebezpečí a hodnocení rizik</w:t>
      </w:r>
    </w:p>
    <w:p w:rsidR="00BD0688" w:rsidRPr="00F92576" w:rsidRDefault="00566020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6</w:t>
      </w:r>
      <w:r w:rsidR="00BD0688" w:rsidRPr="00F92576">
        <w:rPr>
          <w:sz w:val="18"/>
          <w:szCs w:val="18"/>
        </w:rPr>
        <w:t xml:space="preserve"> Čestné prohlášení ve vztahu k zakázaným dohodám</w:t>
      </w:r>
    </w:p>
    <w:p w:rsidR="002561BD" w:rsidRPr="00F92576" w:rsidRDefault="00566020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7</w:t>
      </w:r>
      <w:r w:rsidR="00BD0688" w:rsidRPr="00F92576">
        <w:rPr>
          <w:sz w:val="18"/>
          <w:szCs w:val="18"/>
        </w:rPr>
        <w:t xml:space="preserve"> Čestné prohlášení k Registru smluv</w:t>
      </w:r>
    </w:p>
    <w:p w:rsidR="00F92576" w:rsidRPr="00F92576" w:rsidRDefault="00F92576" w:rsidP="00F92576">
      <w:pPr>
        <w:pStyle w:val="Doplujcdaje"/>
        <w:ind w:firstLine="709"/>
        <w:rPr>
          <w:sz w:val="18"/>
          <w:szCs w:val="18"/>
        </w:rPr>
      </w:pPr>
      <w:r w:rsidRPr="00F92576">
        <w:rPr>
          <w:sz w:val="18"/>
          <w:szCs w:val="18"/>
        </w:rPr>
        <w:t xml:space="preserve">Příloha </w:t>
      </w:r>
      <w:r w:rsidR="00566020">
        <w:rPr>
          <w:sz w:val="18"/>
          <w:szCs w:val="18"/>
        </w:rPr>
        <w:t>8</w:t>
      </w:r>
      <w:r w:rsidRPr="00F92576">
        <w:rPr>
          <w:sz w:val="18"/>
          <w:szCs w:val="18"/>
        </w:rPr>
        <w:t xml:space="preserve"> Čestného prohlášení ke splnění ekonomické kvalifikace</w:t>
      </w:r>
    </w:p>
    <w:p w:rsidR="00F92576" w:rsidRPr="00F92576" w:rsidRDefault="00566020" w:rsidP="00F92576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9</w:t>
      </w:r>
      <w:r w:rsidR="00F92576" w:rsidRPr="00F92576">
        <w:rPr>
          <w:sz w:val="18"/>
          <w:szCs w:val="18"/>
        </w:rPr>
        <w:t xml:space="preserve"> Seznam významných služeb</w:t>
      </w:r>
    </w:p>
    <w:p w:rsidR="00374707" w:rsidRPr="00F05BF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F05BFE" w:rsidRPr="00F05BFE">
        <w:rPr>
          <w:b/>
        </w:rPr>
        <w:t>Dodávka a montáž kol SHV MPV 22.2 - 04</w:t>
      </w:r>
      <w:r w:rsidRPr="00F05BFE">
        <w:rPr>
          <w:b/>
        </w:rPr>
        <w:t xml:space="preserve">“ </w:t>
      </w:r>
      <w:r w:rsidRPr="00F05BFE">
        <w:t>za tuto nabídkovou cenu zpracovanou: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F05BFE">
        <w:t>(</w:t>
      </w:r>
      <w:r w:rsidRPr="00F05BFE">
        <w:rPr>
          <w:snapToGrid w:val="0"/>
        </w:rPr>
        <w:t>Celková nabídková cena bez DPH,</w:t>
      </w:r>
      <w:r w:rsidR="00E71A46">
        <w:rPr>
          <w:snapToGrid w:val="0"/>
        </w:rPr>
        <w:t xml:space="preserve"> DPH, s DPH</w:t>
      </w:r>
      <w:r w:rsidRPr="00F05BFE">
        <w:rPr>
          <w:snapToGrid w:val="0"/>
        </w:rPr>
        <w:t xml:space="preserve"> </w:t>
      </w:r>
      <w:r w:rsidRPr="00F05BFE">
        <w:rPr>
          <w:b/>
          <w:snapToGrid w:val="0"/>
        </w:rPr>
        <w:t>přesně</w:t>
      </w:r>
      <w:r w:rsidRPr="00F05BFE">
        <w:rPr>
          <w:snapToGrid w:val="0"/>
        </w:rPr>
        <w:t xml:space="preserve"> </w:t>
      </w:r>
      <w:r w:rsidRPr="00F05BFE">
        <w:rPr>
          <w:b/>
          <w:bCs/>
          <w:snapToGrid w:val="0"/>
        </w:rPr>
        <w:t xml:space="preserve">dle položkového </w:t>
      </w:r>
      <w:r w:rsidR="00F05BFE" w:rsidRPr="00F05BFE">
        <w:rPr>
          <w:b/>
          <w:bCs/>
          <w:snapToGrid w:val="0"/>
        </w:rPr>
        <w:t>soupisu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F05BFE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F05BFE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</w:t>
      </w:r>
      <w:r w:rsidR="00F05BFE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374707" w:rsidRPr="00F05BFE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F05BFE">
        <w:t xml:space="preserve">uzavření smlouvy </w:t>
      </w:r>
      <w:r w:rsidR="00F05536" w:rsidRPr="00F05BFE">
        <w:t xml:space="preserve">o </w:t>
      </w:r>
      <w:r w:rsidR="00D82647" w:rsidRPr="00F05BFE">
        <w:t>dílo</w:t>
      </w:r>
      <w:r w:rsidRPr="00F05BFE">
        <w:t>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F05BFE" w:rsidRPr="007364DE" w:rsidRDefault="00F05BFE" w:rsidP="00F05BFE">
      <w:pPr>
        <w:autoSpaceDE w:val="0"/>
        <w:autoSpaceDN w:val="0"/>
        <w:spacing w:before="120" w:after="0" w:line="240" w:lineRule="auto"/>
        <w:ind w:left="284"/>
      </w:pPr>
    </w:p>
    <w:p w:rsidR="00374707" w:rsidRPr="00F05BFE" w:rsidRDefault="00EE1764" w:rsidP="00F05BFE">
      <w:pPr>
        <w:pStyle w:val="Zhlav"/>
        <w:widowControl w:val="0"/>
        <w:tabs>
          <w:tab w:val="clear" w:pos="4536"/>
          <w:tab w:val="left" w:pos="1843"/>
        </w:tabs>
        <w:ind w:left="2804" w:hanging="2520"/>
      </w:pPr>
      <w:r>
        <w:t>Zahájení díla</w:t>
      </w:r>
      <w:r w:rsidR="00374707" w:rsidRPr="00F05536">
        <w:t xml:space="preserve">: </w:t>
      </w:r>
      <w:r w:rsidR="00F05BFE">
        <w:tab/>
        <w:t xml:space="preserve"> </w:t>
      </w:r>
      <w:r w:rsidR="00D82647" w:rsidRPr="00F05BFE">
        <w:rPr>
          <w:b/>
        </w:rPr>
        <w:t xml:space="preserve">ihned po nabytí účinnosti smlouvy uveřejněním </w:t>
      </w:r>
      <w:r w:rsidR="00F05BFE" w:rsidRPr="00F05BFE">
        <w:rPr>
          <w:b/>
        </w:rPr>
        <w:t xml:space="preserve"> </w:t>
      </w:r>
      <w:r w:rsidR="00D82647" w:rsidRPr="00F05BFE">
        <w:rPr>
          <w:b/>
        </w:rPr>
        <w:t>v Registru smluv</w:t>
      </w:r>
    </w:p>
    <w:p w:rsidR="00374707" w:rsidRPr="007364DE" w:rsidRDefault="00EE1764" w:rsidP="00F05BFE">
      <w:pPr>
        <w:pStyle w:val="Zhlav"/>
        <w:widowControl w:val="0"/>
        <w:tabs>
          <w:tab w:val="clear" w:pos="4536"/>
          <w:tab w:val="left" w:pos="2835"/>
        </w:tabs>
        <w:ind w:left="284"/>
      </w:pPr>
      <w:r>
        <w:t>Ukončení díla</w:t>
      </w:r>
      <w:r w:rsidR="00374707" w:rsidRPr="00F05BFE">
        <w:t xml:space="preserve">: </w:t>
      </w:r>
      <w:r>
        <w:t xml:space="preserve">    </w:t>
      </w:r>
      <w:bookmarkStart w:id="0" w:name="_GoBack"/>
      <w:bookmarkEnd w:id="0"/>
      <w:r w:rsidR="00F05BFE" w:rsidRPr="00F05BFE">
        <w:rPr>
          <w:b/>
        </w:rPr>
        <w:t>nejpozději</w:t>
      </w:r>
      <w:r w:rsidR="00F05BFE" w:rsidRPr="00F05BFE">
        <w:t xml:space="preserve"> </w:t>
      </w:r>
      <w:r w:rsidR="00F05BFE" w:rsidRPr="00F05BFE">
        <w:rPr>
          <w:b/>
        </w:rPr>
        <w:t>do 30. 10. 2021</w:t>
      </w:r>
      <w:r w:rsidR="00374707" w:rsidRPr="00F05BFE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F05BFE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1F4C84">
        <w:t xml:space="preserve">smlouva </w:t>
      </w:r>
      <w:r w:rsidR="001F4C84" w:rsidRPr="001F4C84">
        <w:t>o dílo</w:t>
      </w:r>
      <w:r w:rsidR="00F05536" w:rsidRPr="001F4C84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17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17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17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17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4C84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6020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71A46"/>
    <w:rsid w:val="00EB104F"/>
    <w:rsid w:val="00ED14BD"/>
    <w:rsid w:val="00EE1764"/>
    <w:rsid w:val="00F0533E"/>
    <w:rsid w:val="00F05536"/>
    <w:rsid w:val="00F05BF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257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F9C830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0D16F-3033-41F2-A5D5-4D0F2459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2</Pages>
  <Words>494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8</cp:revision>
  <cp:lastPrinted>2017-11-28T17:18:00Z</cp:lastPrinted>
  <dcterms:created xsi:type="dcterms:W3CDTF">2021-02-04T12:02:00Z</dcterms:created>
  <dcterms:modified xsi:type="dcterms:W3CDTF">2021-04-21T09:51:00Z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